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8B" w:rsidRDefault="004B3F3D" w:rsidP="00914B8B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DC7FB" wp14:editId="3A2D925E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78416" cy="2883877"/>
                <wp:effectExtent l="0" t="0" r="17780" b="120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416" cy="288387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8.6pt;height:2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" filled="f" strokecolor="#7030a0" strokeweight="1pt"/>
            </w:pict>
          </mc:Fallback>
        </mc:AlternateContent>
      </w:r>
      <w:r w:rsidR="007033E7">
        <w:rPr>
          <w:rFonts w:ascii="Arial" w:hAnsi="Arial" w:cs="Arial"/>
          <w:b/>
          <w:color w:val="7030A0"/>
          <w:sz w:val="28"/>
          <w:szCs w:val="28"/>
        </w:rPr>
        <w:t>DER KÖRPER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7033E7" w:rsidP="007033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Découvrir et apprendre les différentes parties du corps en allemand tout en construisant un personnage.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7033E7" w:rsidRDefault="007033E7" w:rsidP="007033E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17, L 27, L</w:t>
      </w:r>
      <w:r w:rsidR="007E30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3 26</w:t>
      </w:r>
    </w:p>
    <w:p w:rsidR="007033E7" w:rsidRDefault="007033E7" w:rsidP="007033E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Mathématiques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 -</w:t>
      </w:r>
    </w:p>
    <w:p w:rsidR="007033E7" w:rsidRDefault="007033E7" w:rsidP="007033E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 -</w:t>
      </w:r>
    </w:p>
    <w:p w:rsidR="007033E7" w:rsidRDefault="007033E7" w:rsidP="007033E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7E5621">
        <w:rPr>
          <w:rFonts w:ascii="Arial" w:hAnsi="Arial" w:cs="Arial"/>
        </w:rPr>
        <w:t xml:space="preserve">- </w:t>
      </w:r>
    </w:p>
    <w:p w:rsidR="007033E7" w:rsidRPr="0094240B" w:rsidRDefault="007033E7" w:rsidP="007033E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CM 12, CM 14, CM 24 </w:t>
      </w:r>
    </w:p>
    <w:p w:rsidR="007033E7" w:rsidRPr="00687DE3" w:rsidRDefault="007033E7" w:rsidP="007033E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FG 13, FG 14-15, FG 18, FG 24, FG 25, FG 28 </w:t>
      </w:r>
      <w:r>
        <w:rPr>
          <w:rFonts w:ascii="Arial" w:hAnsi="Arial" w:cs="Arial"/>
        </w:rPr>
        <w:tab/>
      </w:r>
    </w:p>
    <w:p w:rsidR="007033E7" w:rsidRDefault="007033E7" w:rsidP="007033E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Collaboration, communication, stratégies d'apprentissage et démarche réflexive. 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732692" w:rsidRPr="00732692" w:rsidRDefault="00732692" w:rsidP="00732692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"images der </w:t>
      </w:r>
      <w:proofErr w:type="spellStart"/>
      <w:r>
        <w:rPr>
          <w:rFonts w:ascii="Arial" w:hAnsi="Arial" w:cs="Arial"/>
          <w:b/>
        </w:rPr>
        <w:t>Körper</w:t>
      </w:r>
      <w:proofErr w:type="spellEnd"/>
      <w:r>
        <w:rPr>
          <w:rFonts w:ascii="Arial" w:hAnsi="Arial" w:cs="Arial"/>
          <w:b/>
        </w:rPr>
        <w:t xml:space="preserve">" </w:t>
      </w:r>
      <w:r w:rsidRPr="00732692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Pr="00732692">
        <w:rPr>
          <w:rFonts w:ascii="Arial" w:hAnsi="Arial" w:cs="Arial"/>
          <w:b/>
        </w:rPr>
        <w:t xml:space="preserve"> à </w:t>
      </w:r>
      <w:r w:rsidR="00AE7F4D">
        <w:rPr>
          <w:rFonts w:ascii="Arial" w:hAnsi="Arial" w:cs="Arial"/>
          <w:b/>
        </w:rPr>
        <w:t xml:space="preserve">imprimer 4x et découper en rond, puis si possible cartonner et plastifier </w:t>
      </w:r>
    </w:p>
    <w:p w:rsidR="00732692" w:rsidRPr="00732692" w:rsidRDefault="00732692" w:rsidP="00732692">
      <w:pPr>
        <w:pStyle w:val="Paragraphedeliste"/>
        <w:numPr>
          <w:ilvl w:val="0"/>
          <w:numId w:val="3"/>
        </w:numPr>
        <w:rPr>
          <w:rFonts w:ascii="Arial" w:hAnsi="Arial" w:cs="Arial"/>
          <w:b/>
          <w:lang w:val="de-CH"/>
        </w:rPr>
      </w:pPr>
      <w:r w:rsidRPr="00732692">
        <w:rPr>
          <w:rFonts w:ascii="Arial" w:hAnsi="Arial" w:cs="Arial"/>
          <w:b/>
          <w:lang w:val="de-CH"/>
        </w:rPr>
        <w:t xml:space="preserve">PDF "liste </w:t>
      </w:r>
      <w:proofErr w:type="spellStart"/>
      <w:r w:rsidRPr="00732692">
        <w:rPr>
          <w:rFonts w:ascii="Arial" w:hAnsi="Arial" w:cs="Arial"/>
          <w:b/>
          <w:lang w:val="de-CH"/>
        </w:rPr>
        <w:t>numéro</w:t>
      </w:r>
      <w:r w:rsidR="007E3080">
        <w:rPr>
          <w:rFonts w:ascii="Arial" w:hAnsi="Arial" w:cs="Arial"/>
          <w:b/>
          <w:lang w:val="de-CH"/>
        </w:rPr>
        <w:t>s</w:t>
      </w:r>
      <w:proofErr w:type="spellEnd"/>
      <w:r w:rsidRPr="00732692">
        <w:rPr>
          <w:rFonts w:ascii="Arial" w:hAnsi="Arial" w:cs="Arial"/>
          <w:b/>
          <w:lang w:val="de-CH"/>
        </w:rPr>
        <w:t xml:space="preserve"> </w:t>
      </w:r>
      <w:proofErr w:type="spellStart"/>
      <w:r w:rsidRPr="00732692">
        <w:rPr>
          <w:rFonts w:ascii="Arial" w:hAnsi="Arial" w:cs="Arial"/>
          <w:b/>
          <w:lang w:val="de-CH"/>
        </w:rPr>
        <w:t>dé</w:t>
      </w:r>
      <w:proofErr w:type="spellEnd"/>
      <w:r w:rsidRPr="00732692">
        <w:rPr>
          <w:rFonts w:ascii="Arial" w:hAnsi="Arial" w:cs="Arial"/>
          <w:b/>
          <w:lang w:val="de-CH"/>
        </w:rPr>
        <w:t xml:space="preserve"> der Körper"</w:t>
      </w:r>
    </w:p>
    <w:p w:rsidR="004B3F3D" w:rsidRDefault="00732692" w:rsidP="00732692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732692">
        <w:rPr>
          <w:rFonts w:ascii="Arial" w:hAnsi="Arial" w:cs="Arial"/>
          <w:b/>
        </w:rPr>
        <w:t xml:space="preserve">PDF "fiche réponse der </w:t>
      </w:r>
      <w:proofErr w:type="spellStart"/>
      <w:r w:rsidRPr="00732692">
        <w:rPr>
          <w:rFonts w:ascii="Arial" w:hAnsi="Arial" w:cs="Arial"/>
          <w:b/>
        </w:rPr>
        <w:t>Körper</w:t>
      </w:r>
      <w:proofErr w:type="spellEnd"/>
      <w:r w:rsidRPr="00732692">
        <w:rPr>
          <w:rFonts w:ascii="Arial" w:hAnsi="Arial" w:cs="Arial"/>
          <w:b/>
        </w:rPr>
        <w:t>" (pour l'adulte</w:t>
      </w:r>
      <w:r w:rsidR="006606FC">
        <w:rPr>
          <w:rFonts w:ascii="Arial" w:hAnsi="Arial" w:cs="Arial"/>
          <w:b/>
        </w:rPr>
        <w:t xml:space="preserve"> qui anime le jeu</w:t>
      </w:r>
      <w:r w:rsidRPr="00732692">
        <w:rPr>
          <w:rFonts w:ascii="Arial" w:hAnsi="Arial" w:cs="Arial"/>
          <w:b/>
        </w:rPr>
        <w:t>)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32692" w:rsidRDefault="00732692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 dé à six faces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62314"/>
    <w:rsid w:val="00286339"/>
    <w:rsid w:val="003F707B"/>
    <w:rsid w:val="004163C9"/>
    <w:rsid w:val="004B3F3D"/>
    <w:rsid w:val="00507F03"/>
    <w:rsid w:val="005472B9"/>
    <w:rsid w:val="00577EC6"/>
    <w:rsid w:val="006606FC"/>
    <w:rsid w:val="00687DE3"/>
    <w:rsid w:val="007033E7"/>
    <w:rsid w:val="00716697"/>
    <w:rsid w:val="00732692"/>
    <w:rsid w:val="007E3080"/>
    <w:rsid w:val="007E5621"/>
    <w:rsid w:val="008844A5"/>
    <w:rsid w:val="00914B8B"/>
    <w:rsid w:val="0094240B"/>
    <w:rsid w:val="00AE7F4D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CEFDBF75.dotm</Template>
  <TotalTime>46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18</cp:revision>
  <dcterms:created xsi:type="dcterms:W3CDTF">2019-05-16T14:12:00Z</dcterms:created>
  <dcterms:modified xsi:type="dcterms:W3CDTF">2019-08-22T15:22:00Z</dcterms:modified>
</cp:coreProperties>
</file>